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大学生情绪管理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T3-3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掌握情绪的概念、情绪的四要素、情商的内涵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熟悉情绪的四种功能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了解情绪对学习、生活、人际交往、认知行为和身心健康的影响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exact"/>
        </w:trPr>
        <w:tc>
          <w:tcPr>
            <w:tcW w:w="1789" w:type="dxa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hint="default" w:ascii="宋体" w:eastAsia="宋体"/>
                <w:sz w:val="21"/>
                <w:lang w:val="en-US" w:eastAsia="zh-CN"/>
              </w:rPr>
            </w:pPr>
            <w:r>
              <w:rPr>
                <w:rFonts w:hint="eastAsia" w:ascii="宋体" w:eastAsia="宋体"/>
                <w:sz w:val="21"/>
                <w:lang w:val="en-US" w:eastAsia="zh-CN"/>
              </w:rPr>
              <w:t>K4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了解大学生情绪管理的重要性。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具备察言观色的能力；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能认识并且接纳自己与别人的情绪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熟练掌握情绪健康标准并以此标准控制不良情绪。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重视情绪健康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形成积极觉察情绪的态度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积极寻求情绪调节对策并正向迁移到具体生活情境中。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大学生情绪困扰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情绪管理的重要性及情绪健康标准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  <w:lang w:eastAsia="zh-CN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情绪健康标准（简答题）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心理实训：我真棒——红色轰炸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通过提问，引入情绪相关知识。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学生的回答。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情绪的定义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情绪的功能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学生分小组对情绪进行了解，并发言。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大学生情绪管理的任务及内容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教师提问：你对情绪有什么了解？学生回应，教师引出课程内容。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大学生情绪困扰：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大学生情绪的特点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情绪的影响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对大学生情绪进行分析。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踢猫效应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老师提问：情绪对一个人的影响大吗？学生回答。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情绪管理的重要性及情绪健康标准：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认识情绪智商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大学生情绪管理的重要性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大学生情绪健康的标准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钉子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教师进行分析，学生进行回应。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大学生不良情绪的表现及调节疏导：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不良情绪的表现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情绪的自我调节方法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情绪的疏导方法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一个快乐的男人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教师提问：面对不如意的时候应该怎么做？学生分小组讨论。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3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新冠病毒感染疫情期间大学生情绪管理：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新冠病毒感染疫情下大学生可能产生的情绪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新冠病毒感染疫情与大学生情绪的关系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新冠病毒感染疫情下大学生情绪管理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学生分小组对不良情绪进行了解，并发言。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心理案例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教师进行分析，学生讨论回应。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各部分内容联系，逐渐深入，让学生多角度、多方位、多视点地去发现，寻找、理解大学生情绪的管理方法。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课堂趣味性不高，学生的学习深入程度不够。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在设计教学上，应制定适合学生实际的教学方法，让情绪的相关知识很好地贯穿在教学过程中。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A6062C7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6D747B0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7870033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085004"/>
    <w:rsid w:val="3AAC5A46"/>
    <w:rsid w:val="3C442ABC"/>
    <w:rsid w:val="3DA920DD"/>
    <w:rsid w:val="3E8C73FD"/>
    <w:rsid w:val="41DA5C66"/>
    <w:rsid w:val="41FA45A0"/>
    <w:rsid w:val="436B497E"/>
    <w:rsid w:val="43957504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4C17FE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A771928"/>
    <w:rsid w:val="5D610A57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6EF3AC1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1468</Words>
  <Characters>1907</Characters>
  <Lines>1</Lines>
  <Paragraphs>1</Paragraphs>
  <TotalTime>54</TotalTime>
  <ScaleCrop>false</ScaleCrop>
  <LinksUpToDate>false</LinksUpToDate>
  <CharactersWithSpaces>1965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86D471708E5E48A8BA4DB163491BF1D6_13</vt:lpwstr>
  </property>
</Properties>
</file>